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A0" w:rsidRPr="007A62B4" w:rsidRDefault="00DC3AA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C3AA0" w:rsidRPr="007A62B4" w:rsidRDefault="00DC3AA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DC3AA0" w:rsidRDefault="00DC3AA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отдела по правовым вопросам УСЗН администрации Осинниковского городского округа_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и членов его семьи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3AA0" w:rsidRPr="007A62B4" w:rsidRDefault="00DC3AA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C3AA0" w:rsidRPr="001C2E52" w:rsidRDefault="00DC3AA0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DC3AA0" w:rsidRPr="00EB213B">
        <w:trPr>
          <w:trHeight w:val="151"/>
        </w:trPr>
        <w:tc>
          <w:tcPr>
            <w:tcW w:w="2545" w:type="dxa"/>
            <w:vMerge w:val="restart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3AA0" w:rsidRPr="00EB213B" w:rsidRDefault="00DC3AA0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2092" w:type="dxa"/>
            <w:vMerge w:val="restart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3AA0" w:rsidRPr="00EB213B">
        <w:trPr>
          <w:trHeight w:val="150"/>
        </w:trPr>
        <w:tc>
          <w:tcPr>
            <w:tcW w:w="2545" w:type="dxa"/>
            <w:vMerge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C3AA0" w:rsidRPr="00EB213B">
        <w:trPr>
          <w:trHeight w:val="150"/>
        </w:trPr>
        <w:tc>
          <w:tcPr>
            <w:tcW w:w="2545" w:type="dxa"/>
          </w:tcPr>
          <w:p w:rsidR="00DC3AA0" w:rsidRDefault="00DC3AA0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Рексиус Екатерина Валентиновна</w:t>
            </w:r>
          </w:p>
          <w:p w:rsidR="00DC3AA0" w:rsidRPr="00EB213B" w:rsidRDefault="00DC3AA0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DC3AA0" w:rsidRPr="00EB213B" w:rsidRDefault="00DC3AA0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214251,00</w:t>
            </w:r>
          </w:p>
        </w:tc>
        <w:tc>
          <w:tcPr>
            <w:tcW w:w="1721" w:type="dxa"/>
          </w:tcPr>
          <w:p w:rsidR="00DC3AA0" w:rsidRPr="00EB213B" w:rsidRDefault="00DC3AA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(индивидуальная) </w:t>
            </w:r>
          </w:p>
        </w:tc>
        <w:tc>
          <w:tcPr>
            <w:tcW w:w="1152" w:type="dxa"/>
          </w:tcPr>
          <w:p w:rsidR="00DC3AA0" w:rsidRPr="00EB213B" w:rsidRDefault="00DC3AA0" w:rsidP="0063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677" w:type="dxa"/>
          </w:tcPr>
          <w:p w:rsidR="00DC3AA0" w:rsidRPr="00EB213B" w:rsidRDefault="00DC3AA0" w:rsidP="0063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C3AA0" w:rsidRPr="00EB213B" w:rsidRDefault="00DC3AA0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C3AA0" w:rsidRPr="00EB213B" w:rsidRDefault="00DC3AA0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3AA0" w:rsidRPr="00EB213B">
        <w:trPr>
          <w:trHeight w:val="535"/>
        </w:trPr>
        <w:tc>
          <w:tcPr>
            <w:tcW w:w="2545" w:type="dxa"/>
          </w:tcPr>
          <w:p w:rsidR="00DC3AA0" w:rsidRPr="00EB213B" w:rsidRDefault="00DC3AA0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233200,00</w:t>
            </w:r>
          </w:p>
        </w:tc>
        <w:tc>
          <w:tcPr>
            <w:tcW w:w="1721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677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C3AA0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3AA0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Corona Premio)</w:t>
            </w:r>
          </w:p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C3AA0" w:rsidRPr="00EB213B" w:rsidRDefault="00DC3AA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C3AA0" w:rsidRPr="00EB213B" w:rsidRDefault="00DC3AA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AA0" w:rsidRDefault="00DC3AA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DC3AA0" w:rsidRDefault="00DC3AA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C3AA0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66286"/>
    <w:rsid w:val="001A2C9E"/>
    <w:rsid w:val="001B38B0"/>
    <w:rsid w:val="001C2E52"/>
    <w:rsid w:val="001D2E0F"/>
    <w:rsid w:val="001F4E4D"/>
    <w:rsid w:val="00245559"/>
    <w:rsid w:val="0024763F"/>
    <w:rsid w:val="0025386B"/>
    <w:rsid w:val="002B3027"/>
    <w:rsid w:val="003311AB"/>
    <w:rsid w:val="003A092C"/>
    <w:rsid w:val="004B1E55"/>
    <w:rsid w:val="004C1D40"/>
    <w:rsid w:val="0052346C"/>
    <w:rsid w:val="00566EC1"/>
    <w:rsid w:val="00633CDD"/>
    <w:rsid w:val="006555E5"/>
    <w:rsid w:val="006C1CDC"/>
    <w:rsid w:val="006C55ED"/>
    <w:rsid w:val="007A62B4"/>
    <w:rsid w:val="008A496F"/>
    <w:rsid w:val="00902B6D"/>
    <w:rsid w:val="00906DFC"/>
    <w:rsid w:val="00910570"/>
    <w:rsid w:val="009309F3"/>
    <w:rsid w:val="00981350"/>
    <w:rsid w:val="00A52FA9"/>
    <w:rsid w:val="00CC442F"/>
    <w:rsid w:val="00D7135E"/>
    <w:rsid w:val="00DC3AA0"/>
    <w:rsid w:val="00E334EE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136</Words>
  <Characters>776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22</cp:revision>
  <cp:lastPrinted>2014-04-07T07:48:00Z</cp:lastPrinted>
  <dcterms:created xsi:type="dcterms:W3CDTF">2013-05-17T08:24:00Z</dcterms:created>
  <dcterms:modified xsi:type="dcterms:W3CDTF">2014-04-16T04:06:00Z</dcterms:modified>
</cp:coreProperties>
</file>